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C76FF4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18045B" w:rsidRPr="0018045B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18045B" w:rsidRPr="0018045B">
        <w:rPr>
          <w:rFonts w:ascii="Times New Roman" w:eastAsia="Times New Roman" w:hAnsi="Times New Roman"/>
          <w:b/>
          <w:sz w:val="24"/>
          <w:szCs w:val="20"/>
          <w:lang w:eastAsia="pl-PL"/>
        </w:rPr>
        <w:t>BP.271.22.2019.BS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18045B" w:rsidRPr="0018045B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18045B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8045B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Wielka Rzeźnicka 13/6 w Śremie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31A" w:rsidRDefault="0024431A" w:rsidP="00025386">
      <w:pPr>
        <w:spacing w:after="0" w:line="240" w:lineRule="auto"/>
      </w:pPr>
      <w:r>
        <w:separator/>
      </w:r>
    </w:p>
  </w:endnote>
  <w:endnote w:type="continuationSeparator" w:id="0">
    <w:p w:rsidR="0024431A" w:rsidRDefault="0024431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45B" w:rsidRDefault="001804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C76FF4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755C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755C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45B" w:rsidRDefault="001804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31A" w:rsidRDefault="0024431A" w:rsidP="00025386">
      <w:pPr>
        <w:spacing w:after="0" w:line="240" w:lineRule="auto"/>
      </w:pPr>
      <w:r>
        <w:separator/>
      </w:r>
    </w:p>
  </w:footnote>
  <w:footnote w:type="continuationSeparator" w:id="0">
    <w:p w:rsidR="0024431A" w:rsidRDefault="0024431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45B" w:rsidRDefault="0018045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45B" w:rsidRDefault="0018045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45B" w:rsidRDefault="001804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31A"/>
    <w:rsid w:val="00025386"/>
    <w:rsid w:val="00101B40"/>
    <w:rsid w:val="0018045B"/>
    <w:rsid w:val="001C2314"/>
    <w:rsid w:val="0024431A"/>
    <w:rsid w:val="003C30EF"/>
    <w:rsid w:val="005624D8"/>
    <w:rsid w:val="005A0158"/>
    <w:rsid w:val="006755CB"/>
    <w:rsid w:val="0069796D"/>
    <w:rsid w:val="008E405A"/>
    <w:rsid w:val="008F2498"/>
    <w:rsid w:val="00A56A6F"/>
    <w:rsid w:val="00C76FF4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2019-06-05T12:18:00Z</dcterms:created>
  <dcterms:modified xsi:type="dcterms:W3CDTF">2019-06-05T12:18:00Z</dcterms:modified>
</cp:coreProperties>
</file>